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F5AD69D" w:rsidR="0085747A" w:rsidRPr="00696B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C099E">
        <w:rPr>
          <w:rFonts w:ascii="Corbel" w:hAnsi="Corbel"/>
          <w:iCs/>
          <w:smallCaps/>
          <w:sz w:val="24"/>
          <w:szCs w:val="24"/>
        </w:rPr>
        <w:t>202</w:t>
      </w:r>
      <w:r w:rsidR="000A422E">
        <w:rPr>
          <w:rFonts w:ascii="Corbel" w:hAnsi="Corbel"/>
          <w:iCs/>
          <w:smallCaps/>
          <w:sz w:val="24"/>
          <w:szCs w:val="24"/>
        </w:rPr>
        <w:t>0</w:t>
      </w:r>
      <w:r w:rsidR="00DC6D0C" w:rsidRPr="00BC099E">
        <w:rPr>
          <w:rFonts w:ascii="Corbel" w:hAnsi="Corbel"/>
          <w:iCs/>
          <w:smallCaps/>
          <w:sz w:val="24"/>
          <w:szCs w:val="24"/>
        </w:rPr>
        <w:t>-2023</w:t>
      </w:r>
      <w:r w:rsidR="00DC6D0C" w:rsidRPr="00696BD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1681918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A422E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0A422E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FiR/I/RP/C-1.2a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EB10BE0" w:rsidR="0085747A" w:rsidRPr="009C54AE" w:rsidRDefault="00B457C0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C956A74" w:rsidR="005428E2" w:rsidRPr="00C65AB9" w:rsidRDefault="00823FC9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12498DC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7AB70354" w:rsidR="00072E21" w:rsidRPr="009C54AE" w:rsidRDefault="00823FC9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Hales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Kopczewski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4FFF0" w14:textId="77777777" w:rsidR="00632CA3" w:rsidRDefault="00632CA3" w:rsidP="00C16ABF">
      <w:pPr>
        <w:spacing w:after="0" w:line="240" w:lineRule="auto"/>
      </w:pPr>
      <w:r>
        <w:separator/>
      </w:r>
    </w:p>
  </w:endnote>
  <w:endnote w:type="continuationSeparator" w:id="0">
    <w:p w14:paraId="457DA3C8" w14:textId="77777777" w:rsidR="00632CA3" w:rsidRDefault="00632C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A239D" w14:textId="77777777" w:rsidR="00632CA3" w:rsidRDefault="00632CA3" w:rsidP="00C16ABF">
      <w:pPr>
        <w:spacing w:after="0" w:line="240" w:lineRule="auto"/>
      </w:pPr>
      <w:r>
        <w:separator/>
      </w:r>
    </w:p>
  </w:footnote>
  <w:footnote w:type="continuationSeparator" w:id="0">
    <w:p w14:paraId="15E69FFD" w14:textId="77777777" w:rsidR="00632CA3" w:rsidRDefault="00632CA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CA3"/>
    <w:rsid w:val="00647FA8"/>
    <w:rsid w:val="00650C5F"/>
    <w:rsid w:val="00654934"/>
    <w:rsid w:val="006620D9"/>
    <w:rsid w:val="00671958"/>
    <w:rsid w:val="00675843"/>
    <w:rsid w:val="00696477"/>
    <w:rsid w:val="00696B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23FC9"/>
    <w:rsid w:val="008449B3"/>
    <w:rsid w:val="008552A2"/>
    <w:rsid w:val="0085747A"/>
    <w:rsid w:val="00884922"/>
    <w:rsid w:val="00885F64"/>
    <w:rsid w:val="008917F9"/>
    <w:rsid w:val="008962A4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B77"/>
    <w:rsid w:val="00B43E80"/>
    <w:rsid w:val="00B457C0"/>
    <w:rsid w:val="00B47F98"/>
    <w:rsid w:val="00B607DB"/>
    <w:rsid w:val="00B66529"/>
    <w:rsid w:val="00B75946"/>
    <w:rsid w:val="00B8056E"/>
    <w:rsid w:val="00B819C8"/>
    <w:rsid w:val="00B82308"/>
    <w:rsid w:val="00B90885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690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1BCE47-D464-49F3-ADBA-D40273830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B04B4A-9793-4E6F-8679-A6511F08CA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759</Words>
  <Characters>4557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15</cp:revision>
  <cp:lastPrinted>2019-02-06T12:12:00Z</cp:lastPrinted>
  <dcterms:created xsi:type="dcterms:W3CDTF">2020-12-15T14:00:00Z</dcterms:created>
  <dcterms:modified xsi:type="dcterms:W3CDTF">2021-11-03T05:26:00Z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